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2676" w14:textId="0F58C69F" w:rsidR="004817FE" w:rsidRPr="00FE220D" w:rsidRDefault="00C22010" w:rsidP="00D82E10">
      <w:pPr>
        <w:tabs>
          <w:tab w:val="left" w:pos="4536"/>
        </w:tabs>
        <w:spacing w:afterLines="50" w:after="120"/>
        <w:rPr>
          <w:sz w:val="36"/>
          <w:szCs w:val="36"/>
        </w:rPr>
      </w:pPr>
      <w:r w:rsidRPr="00FE220D">
        <w:rPr>
          <w:sz w:val="36"/>
          <w:szCs w:val="36"/>
        </w:rPr>
        <w:t>履　歴　書</w:t>
      </w:r>
      <w:r w:rsidR="00D82E10">
        <w:rPr>
          <w:sz w:val="36"/>
          <w:szCs w:val="36"/>
        </w:rPr>
        <w:tab/>
      </w:r>
      <w:r w:rsidR="00871E8D" w:rsidRPr="00871E8D">
        <w:rPr>
          <w:sz w:val="22"/>
        </w:rPr>
        <w:fldChar w:fldCharType="begin"/>
      </w:r>
      <w:r w:rsidR="00871E8D" w:rsidRPr="00871E8D">
        <w:rPr>
          <w:sz w:val="22"/>
        </w:rPr>
        <w:instrText xml:space="preserve"> </w:instrText>
      </w:r>
      <w:r w:rsidR="00871E8D" w:rsidRPr="00871E8D">
        <w:rPr>
          <w:rFonts w:hint="eastAsia"/>
          <w:sz w:val="22"/>
        </w:rPr>
        <w:instrText>TIME \@ "yyyy年M月d日"</w:instrText>
      </w:r>
      <w:r w:rsidR="00871E8D" w:rsidRPr="00871E8D">
        <w:rPr>
          <w:sz w:val="22"/>
        </w:rPr>
        <w:instrText xml:space="preserve"> </w:instrText>
      </w:r>
      <w:r w:rsidR="00871E8D" w:rsidRPr="00871E8D">
        <w:rPr>
          <w:sz w:val="22"/>
        </w:rPr>
        <w:fldChar w:fldCharType="separate"/>
      </w:r>
      <w:r w:rsidR="00871E8D" w:rsidRPr="00871E8D">
        <w:rPr>
          <w:noProof/>
          <w:sz w:val="22"/>
        </w:rPr>
        <w:t>2023年6月11日</w:t>
      </w:r>
      <w:r w:rsidR="00871E8D" w:rsidRPr="00871E8D">
        <w:rPr>
          <w:sz w:val="22"/>
        </w:rPr>
        <w:fldChar w:fldCharType="end"/>
      </w:r>
      <w:r w:rsidR="00871E8D">
        <w:rPr>
          <w:rFonts w:hint="eastAsia"/>
          <w:sz w:val="22"/>
        </w:rPr>
        <w:t xml:space="preserve"> </w:t>
      </w:r>
      <w:r w:rsidR="00FE220D" w:rsidRPr="00FE220D">
        <w:rPr>
          <w:rFonts w:hint="eastAsia"/>
          <w:sz w:val="20"/>
          <w:szCs w:val="20"/>
        </w:rPr>
        <w:t>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3"/>
        <w:gridCol w:w="2419"/>
        <w:gridCol w:w="1418"/>
        <w:gridCol w:w="2084"/>
      </w:tblGrid>
      <w:tr w:rsidR="00406BCD" w14:paraId="22434A14" w14:textId="77777777" w:rsidTr="00184C62">
        <w:tc>
          <w:tcPr>
            <w:tcW w:w="62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8C6876" w14:textId="77777777" w:rsidR="00406BCD" w:rsidRPr="00FE220D" w:rsidRDefault="00406BC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ふりがな</w:t>
            </w:r>
            <w:r w:rsidR="001F5DAD"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[ふりがな1]</w:t>
            </w:r>
          </w:p>
        </w:tc>
        <w:tc>
          <w:tcPr>
            <w:tcW w:w="3502" w:type="dxa"/>
            <w:gridSpan w:val="2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4A9070C6" w14:textId="77777777" w:rsidR="00406BCD" w:rsidRPr="00FE220D" w:rsidRDefault="00406BCD">
            <w:pPr>
              <w:rPr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25F537" wp14:editId="5C3D1812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-340995</wp:posOffset>
                      </wp:positionV>
                      <wp:extent cx="1080000" cy="1440000"/>
                      <wp:effectExtent l="0" t="0" r="25400" b="27305"/>
                      <wp:wrapNone/>
                      <wp:docPr id="484163403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3CA51D" w14:textId="77777777" w:rsidR="00406BCD" w:rsidRDefault="00406BCD" w:rsidP="00964793">
                                  <w:pPr>
                                    <w:spacing w:afterLines="50" w:after="1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写真を貼る位置</w:t>
                                  </w:r>
                                </w:p>
                                <w:p w14:paraId="5F9709E6" w14:textId="77777777" w:rsidR="00406BCD" w:rsidRPr="00964793" w:rsidRDefault="00406BCD" w:rsidP="00FE220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6479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写真を初必要が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96479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ある場合</w:t>
                                  </w:r>
                                </w:p>
                                <w:p w14:paraId="40639785" w14:textId="77777777" w:rsidR="00406BCD" w:rsidRPr="00FE220D" w:rsidRDefault="00406BCD" w:rsidP="00FE220D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縦</w:t>
                                  </w:r>
                                </w:p>
                                <w:p w14:paraId="47B8906C" w14:textId="77777777" w:rsidR="00406BCD" w:rsidRPr="00FE220D" w:rsidRDefault="00406BCD" w:rsidP="00FE220D">
                                  <w:pPr>
                                    <w:pStyle w:val="a4"/>
                                    <w:ind w:leftChars="0" w:left="3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横</w:t>
                                  </w:r>
                                </w:p>
                                <w:p w14:paraId="0E89678A" w14:textId="77777777" w:rsidR="00406BCD" w:rsidRPr="00FE220D" w:rsidRDefault="00406BCD" w:rsidP="00FE220D">
                                  <w:p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220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２．本人単身旨から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３．裏面糊付け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5F537" id="正方形/長方形 1" o:spid="_x0000_s1026" style="position:absolute;left:0;text-align:left;margin-left:52.5pt;margin-top:-26.85pt;width:85.05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" fillcolor="white [3201]" strokecolor="#70ad47 [3209]" strokeweight="1pt">
                      <v:stroke dashstyle="3 1"/>
                      <v:textbox>
                        <w:txbxContent>
                          <w:p w14:paraId="063CA51D" w14:textId="77777777" w:rsidR="00406BCD" w:rsidRDefault="00406BCD" w:rsidP="00964793">
                            <w:pPr>
                              <w:spacing w:afterLines="50"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写真を貼る位置</w:t>
                            </w:r>
                          </w:p>
                          <w:p w14:paraId="5F9709E6" w14:textId="77777777" w:rsidR="00406BCD" w:rsidRPr="00964793" w:rsidRDefault="00406BCD" w:rsidP="00FE220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6479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写真を初必要が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96479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ある場合</w:t>
                            </w:r>
                          </w:p>
                          <w:p w14:paraId="40639785" w14:textId="77777777" w:rsidR="00406BCD" w:rsidRPr="00FE220D" w:rsidRDefault="00406BCD" w:rsidP="00FE220D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縦</w:t>
                            </w:r>
                          </w:p>
                          <w:p w14:paraId="47B8906C" w14:textId="77777777" w:rsidR="00406BCD" w:rsidRPr="00FE220D" w:rsidRDefault="00406BCD" w:rsidP="00FE220D">
                            <w:pPr>
                              <w:pStyle w:val="a4"/>
                              <w:ind w:leftChars="0" w:left="3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横</w:t>
                            </w:r>
                          </w:p>
                          <w:p w14:paraId="0E89678A" w14:textId="77777777" w:rsidR="00406BCD" w:rsidRPr="00FE220D" w:rsidRDefault="00406BCD" w:rsidP="00FE220D">
                            <w:p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E220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２．本人単身旨から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３．裏面糊付け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06BCD" w14:paraId="0EA71767" w14:textId="77777777" w:rsidTr="001F5DAD">
        <w:trPr>
          <w:trHeight w:val="184"/>
        </w:trPr>
        <w:tc>
          <w:tcPr>
            <w:tcW w:w="6232" w:type="dxa"/>
            <w:gridSpan w:val="2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0A7D9532" w14:textId="77777777" w:rsidR="00406BCD" w:rsidRPr="00FE220D" w:rsidRDefault="00406BC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3502" w:type="dxa"/>
            <w:gridSpan w:val="2"/>
            <w:vMerge/>
            <w:tcBorders>
              <w:left w:val="single" w:sz="12" w:space="0" w:color="auto"/>
              <w:right w:val="nil"/>
            </w:tcBorders>
          </w:tcPr>
          <w:p w14:paraId="0ED14DEC" w14:textId="77777777" w:rsidR="00406BCD" w:rsidRPr="00FE220D" w:rsidRDefault="00406BCD">
            <w:pPr>
              <w:rPr>
                <w:sz w:val="20"/>
                <w:szCs w:val="20"/>
              </w:rPr>
            </w:pPr>
          </w:p>
        </w:tc>
      </w:tr>
      <w:tr w:rsidR="00406BCD" w14:paraId="5663C257" w14:textId="77777777" w:rsidTr="001F5DAD">
        <w:trPr>
          <w:trHeight w:val="1090"/>
        </w:trPr>
        <w:tc>
          <w:tcPr>
            <w:tcW w:w="6232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397487" w14:textId="77777777" w:rsidR="001F5DAD" w:rsidRPr="001F5DAD" w:rsidRDefault="001B1803" w:rsidP="001B1803">
            <w:pPr>
              <w:ind w:leftChars="500" w:left="1050"/>
              <w:rPr>
                <w:sz w:val="28"/>
                <w:szCs w:val="28"/>
              </w:rPr>
            </w:pPr>
            <w:r w:rsidRPr="00D66A8E">
              <w:rPr>
                <w:sz w:val="36"/>
                <w:szCs w:val="36"/>
              </w:rPr>
              <w:t>[氏名]</w:t>
            </w:r>
          </w:p>
        </w:tc>
        <w:tc>
          <w:tcPr>
            <w:tcW w:w="35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26383C08" w14:textId="77777777" w:rsidR="00406BCD" w:rsidRPr="00FE220D" w:rsidRDefault="00406BCD">
            <w:pPr>
              <w:rPr>
                <w:sz w:val="20"/>
                <w:szCs w:val="20"/>
              </w:rPr>
            </w:pPr>
          </w:p>
        </w:tc>
      </w:tr>
      <w:tr w:rsidR="00C22010" w14:paraId="7591904C" w14:textId="77777777" w:rsidTr="00184C62">
        <w:tc>
          <w:tcPr>
            <w:tcW w:w="62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36FBA" w14:textId="77777777" w:rsidR="00C22010" w:rsidRPr="00FE220D" w:rsidRDefault="001B1803" w:rsidP="00C22010">
            <w:pPr>
              <w:snapToGrid w:val="0"/>
              <w:spacing w:line="240" w:lineRule="exact"/>
              <w:jc w:val="right"/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[生年月日]</w:t>
            </w:r>
          </w:p>
        </w:tc>
        <w:tc>
          <w:tcPr>
            <w:tcW w:w="35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21089" w14:textId="77777777" w:rsidR="00C22010" w:rsidRPr="00FE220D" w:rsidRDefault="00C22010" w:rsidP="00C22010">
            <w:pPr>
              <w:snapToGrid w:val="0"/>
              <w:spacing w:line="240" w:lineRule="exact"/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※性別</w:t>
            </w:r>
          </w:p>
          <w:p w14:paraId="46C102B4" w14:textId="77777777" w:rsidR="00C22010" w:rsidRPr="00FE220D" w:rsidRDefault="001B1803" w:rsidP="001B1803">
            <w:pPr>
              <w:snapToGrid w:val="0"/>
              <w:spacing w:line="240" w:lineRule="exact"/>
              <w:ind w:leftChars="400" w:left="840"/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[性別]</w:t>
            </w:r>
          </w:p>
        </w:tc>
      </w:tr>
      <w:tr w:rsidR="001F5DAD" w14:paraId="0B37CE04" w14:textId="77777777" w:rsidTr="00CD5701">
        <w:trPr>
          <w:trHeight w:val="360"/>
        </w:trPr>
        <w:tc>
          <w:tcPr>
            <w:tcW w:w="765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59BCCD" w14:textId="77777777" w:rsidR="001F5DAD" w:rsidRPr="00FE220D" w:rsidRDefault="001F5DA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ふりがな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[ふりがな2]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49ACF4CA" w14:textId="77777777" w:rsidR="001F5DAD" w:rsidRPr="00FE220D" w:rsidRDefault="001F5DAD" w:rsidP="00263871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電話</w:t>
            </w:r>
          </w:p>
        </w:tc>
      </w:tr>
      <w:tr w:rsidR="001F5DAD" w14:paraId="0DB0B0FD" w14:textId="77777777" w:rsidTr="00CD5701">
        <w:trPr>
          <w:trHeight w:val="348"/>
        </w:trPr>
        <w:tc>
          <w:tcPr>
            <w:tcW w:w="7650" w:type="dxa"/>
            <w:gridSpan w:val="3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76E720C1" w14:textId="77777777" w:rsidR="001F5DAD" w:rsidRPr="001F5DAD" w:rsidRDefault="001F5DAD" w:rsidP="001F5DAD">
            <w:pPr>
              <w:spacing w:line="216" w:lineRule="auto"/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現住所　〒</w:t>
            </w:r>
            <w:r w:rsidR="001B1803"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[郵便番号1]</w:t>
            </w:r>
          </w:p>
        </w:tc>
        <w:tc>
          <w:tcPr>
            <w:tcW w:w="2084" w:type="dxa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  <w:vAlign w:val="center"/>
          </w:tcPr>
          <w:p w14:paraId="1BE079E3" w14:textId="77777777" w:rsidR="001F5DAD" w:rsidRPr="00FE220D" w:rsidRDefault="001B1803" w:rsidP="00CD5701">
            <w:pPr>
              <w:spacing w:line="216" w:lineRule="auto"/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[電話1]</w:t>
            </w:r>
          </w:p>
        </w:tc>
      </w:tr>
      <w:tr w:rsidR="001F5DAD" w14:paraId="2A78CF42" w14:textId="77777777" w:rsidTr="00080172">
        <w:trPr>
          <w:trHeight w:val="591"/>
        </w:trPr>
        <w:tc>
          <w:tcPr>
            <w:tcW w:w="7650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82A43D" w14:textId="77777777" w:rsidR="001F5DAD" w:rsidRPr="001F5DAD" w:rsidRDefault="001B1803" w:rsidP="001B1803">
            <w:pPr>
              <w:spacing w:afterLines="100" w:after="240" w:line="216" w:lineRule="auto"/>
              <w:ind w:leftChars="200" w:left="420"/>
              <w:rPr>
                <w:sz w:val="28"/>
                <w:szCs w:val="28"/>
              </w:rPr>
            </w:pPr>
            <w:r w:rsidRPr="001B1803">
              <w:rPr>
                <w:sz w:val="28"/>
                <w:szCs w:val="28"/>
              </w:rPr>
              <w:t>[現住所]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39932" w14:textId="77777777" w:rsidR="001F5DAD" w:rsidRPr="00FE220D" w:rsidRDefault="001F5DAD" w:rsidP="00964793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E220D" w14:paraId="6A2D441F" w14:textId="77777777" w:rsidTr="00CD5701">
        <w:trPr>
          <w:trHeight w:val="360"/>
        </w:trPr>
        <w:tc>
          <w:tcPr>
            <w:tcW w:w="765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B3E460" w14:textId="77777777" w:rsidR="00FE220D" w:rsidRPr="00FE220D" w:rsidRDefault="00FE220D">
            <w:pPr>
              <w:rPr>
                <w:sz w:val="20"/>
                <w:szCs w:val="20"/>
              </w:rPr>
            </w:pPr>
            <w:r w:rsidRPr="00FE220D">
              <w:rPr>
                <w:sz w:val="20"/>
                <w:szCs w:val="20"/>
              </w:rPr>
              <w:t>ふりがな</w:t>
            </w:r>
            <w:r w:rsidR="001B1803">
              <w:rPr>
                <w:rFonts w:hint="eastAsia"/>
                <w:sz w:val="20"/>
                <w:szCs w:val="20"/>
              </w:rPr>
              <w:t xml:space="preserve">　</w:t>
            </w:r>
            <w:r w:rsidR="001B1803" w:rsidRPr="001B1803">
              <w:rPr>
                <w:sz w:val="20"/>
                <w:szCs w:val="20"/>
              </w:rPr>
              <w:t>[ふりがな3]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4B4D2911" w14:textId="77777777" w:rsidR="00FE220D" w:rsidRPr="00FE220D" w:rsidRDefault="00FE220D">
            <w:pPr>
              <w:rPr>
                <w:sz w:val="20"/>
                <w:szCs w:val="20"/>
              </w:rPr>
            </w:pPr>
            <w:r w:rsidRPr="00FE220D">
              <w:rPr>
                <w:rFonts w:hint="eastAsia"/>
                <w:sz w:val="20"/>
                <w:szCs w:val="20"/>
              </w:rPr>
              <w:t>電話</w:t>
            </w:r>
          </w:p>
        </w:tc>
      </w:tr>
      <w:tr w:rsidR="00D66A8E" w14:paraId="692FC303" w14:textId="77777777" w:rsidTr="00D66A8E">
        <w:trPr>
          <w:trHeight w:val="238"/>
        </w:trPr>
        <w:tc>
          <w:tcPr>
            <w:tcW w:w="3813" w:type="dxa"/>
            <w:tcBorders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745914" w14:textId="06E33B61" w:rsidR="00D66A8E" w:rsidRPr="00D66A8E" w:rsidRDefault="00D66A8E" w:rsidP="00D66A8E">
            <w:pPr>
              <w:spacing w:line="216" w:lineRule="auto"/>
              <w:rPr>
                <w:sz w:val="16"/>
                <w:szCs w:val="16"/>
              </w:rPr>
            </w:pPr>
            <w:r w:rsidRPr="00FE220D">
              <w:rPr>
                <w:sz w:val="20"/>
                <w:szCs w:val="20"/>
              </w:rPr>
              <w:t>連絡先　〒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1B1803">
              <w:rPr>
                <w:sz w:val="20"/>
                <w:szCs w:val="20"/>
              </w:rPr>
              <w:t>[郵便番号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1B1803">
              <w:rPr>
                <w:sz w:val="20"/>
                <w:szCs w:val="20"/>
              </w:rPr>
              <w:t>]</w:t>
            </w:r>
          </w:p>
        </w:tc>
        <w:tc>
          <w:tcPr>
            <w:tcW w:w="3837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</w:tcPr>
          <w:p w14:paraId="2A026E0C" w14:textId="5E1BA221" w:rsidR="00D66A8E" w:rsidRPr="00D66A8E" w:rsidRDefault="00D66A8E" w:rsidP="00D66A8E">
            <w:pPr>
              <w:snapToGrid w:val="0"/>
              <w:spacing w:line="216" w:lineRule="auto"/>
              <w:rPr>
                <w:sz w:val="14"/>
                <w:szCs w:val="14"/>
              </w:rPr>
            </w:pPr>
            <w:r w:rsidRPr="00FE220D">
              <w:rPr>
                <w:sz w:val="20"/>
                <w:szCs w:val="20"/>
              </w:rPr>
              <w:t>（</w:t>
            </w:r>
            <w:r w:rsidRPr="00FE220D">
              <w:rPr>
                <w:sz w:val="16"/>
                <w:szCs w:val="16"/>
              </w:rPr>
              <w:t>現住所以外に連絡を希望する場合のみ記入）</w:t>
            </w:r>
          </w:p>
        </w:tc>
        <w:tc>
          <w:tcPr>
            <w:tcW w:w="2084" w:type="dxa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  <w:vAlign w:val="center"/>
          </w:tcPr>
          <w:p w14:paraId="208A0007" w14:textId="2319A602" w:rsidR="00D66A8E" w:rsidRPr="00FE220D" w:rsidRDefault="00D66A8E" w:rsidP="00CD5701">
            <w:pPr>
              <w:rPr>
                <w:sz w:val="20"/>
                <w:szCs w:val="20"/>
              </w:rPr>
            </w:pPr>
            <w:r w:rsidRPr="001B1803">
              <w:rPr>
                <w:sz w:val="20"/>
                <w:szCs w:val="20"/>
              </w:rPr>
              <w:t>[電話2]</w:t>
            </w:r>
          </w:p>
        </w:tc>
      </w:tr>
      <w:tr w:rsidR="00D66A8E" w14:paraId="363BEB9C" w14:textId="77777777" w:rsidTr="007E3144">
        <w:trPr>
          <w:trHeight w:val="693"/>
        </w:trPr>
        <w:tc>
          <w:tcPr>
            <w:tcW w:w="7650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14:paraId="2581EE40" w14:textId="1BBE06C0" w:rsidR="00D66A8E" w:rsidRPr="00FE220D" w:rsidRDefault="00D66A8E" w:rsidP="007E3144">
            <w:pPr>
              <w:spacing w:afterLines="50" w:after="120" w:line="216" w:lineRule="auto"/>
              <w:ind w:leftChars="200" w:left="420"/>
              <w:rPr>
                <w:sz w:val="20"/>
                <w:szCs w:val="20"/>
              </w:rPr>
            </w:pPr>
            <w:r w:rsidRPr="001B1803">
              <w:rPr>
                <w:sz w:val="28"/>
                <w:szCs w:val="28"/>
              </w:rPr>
              <w:t>[連絡先]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49DD689" w14:textId="77777777" w:rsidR="00D66A8E" w:rsidRPr="001B1803" w:rsidRDefault="00D66A8E" w:rsidP="00CD5701">
            <w:pPr>
              <w:rPr>
                <w:sz w:val="20"/>
                <w:szCs w:val="20"/>
              </w:rPr>
            </w:pPr>
          </w:p>
        </w:tc>
      </w:tr>
    </w:tbl>
    <w:p w14:paraId="68594C50" w14:textId="77777777" w:rsidR="00C22010" w:rsidRPr="007E3144" w:rsidRDefault="00C22010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0"/>
        <w:gridCol w:w="567"/>
        <w:gridCol w:w="7883"/>
      </w:tblGrid>
      <w:tr w:rsidR="00964793" w:rsidRPr="00184C62" w14:paraId="67F4D9E4" w14:textId="77777777" w:rsidTr="00080172">
        <w:trPr>
          <w:trHeight w:val="476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D18D6D" w14:textId="77777777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2B6BCF" w14:textId="77777777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D3BC8A" w14:textId="77777777" w:rsidR="00964793" w:rsidRPr="00184C62" w:rsidRDefault="00964793" w:rsidP="00080172">
            <w:pPr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学　歴・職　歴（各別にまとめて書く）</w:t>
            </w:r>
          </w:p>
        </w:tc>
      </w:tr>
      <w:tr w:rsidR="00964793" w14:paraId="5FC10222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757DEEA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10F7DBE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[月1]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57A77C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[歴1]</w:t>
            </w:r>
          </w:p>
        </w:tc>
      </w:tr>
      <w:tr w:rsidR="00964793" w14:paraId="3F1A160D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A7BB423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[年2]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6BA57C4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[月2]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C5C4C1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[歴2]</w:t>
            </w:r>
          </w:p>
        </w:tc>
      </w:tr>
      <w:tr w:rsidR="00964793" w14:paraId="6CCEA6AD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66CCC6F7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[年3]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8F9CE3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[月3]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80D30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[歴3]</w:t>
            </w:r>
          </w:p>
        </w:tc>
      </w:tr>
      <w:tr w:rsidR="00964793" w14:paraId="7EBFCB57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EDD3C8D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[年4]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868C7D0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[月4]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C64132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[歴4]</w:t>
            </w:r>
          </w:p>
        </w:tc>
      </w:tr>
      <w:tr w:rsidR="00964793" w14:paraId="0677CE2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EE8C0F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[年5]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23EAC99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[月5]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705BA0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[歴5]</w:t>
            </w:r>
          </w:p>
        </w:tc>
      </w:tr>
      <w:tr w:rsidR="00964793" w14:paraId="743C1AC4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D2BD35B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[年6]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5581E34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[月6]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8B8A0E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[歴6]</w:t>
            </w:r>
          </w:p>
        </w:tc>
      </w:tr>
      <w:tr w:rsidR="00964793" w14:paraId="02EE5DF9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0DBCFAF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[年7]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BBB376D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[月7]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4A3C0B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[歴7]</w:t>
            </w:r>
          </w:p>
        </w:tc>
      </w:tr>
      <w:tr w:rsidR="00964793" w14:paraId="22A1620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D97C31F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[年8]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2252F7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[月8]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9CEDA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[歴8]</w:t>
            </w:r>
          </w:p>
        </w:tc>
      </w:tr>
      <w:tr w:rsidR="00964793" w14:paraId="77BE7D5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4398DEB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[年9]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F0623C5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[月9]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972DA2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[歴9]</w:t>
            </w:r>
          </w:p>
        </w:tc>
      </w:tr>
      <w:tr w:rsidR="00964793" w14:paraId="5F7B822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61DC26A2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[年10]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5C30A90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[月10]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791DDD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[歴10]</w:t>
            </w:r>
          </w:p>
        </w:tc>
      </w:tr>
      <w:tr w:rsidR="00964793" w14:paraId="55E86123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03DB87D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[年11]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ADB5977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</w:t>
            </w:r>
            <w:r w:rsidRPr="001B1803">
              <w:rPr>
                <w:szCs w:val="21"/>
              </w:rPr>
              <w:lastRenderedPageBreak/>
              <w:t>11]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042410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lastRenderedPageBreak/>
              <w:t>[歴11]</w:t>
            </w:r>
          </w:p>
        </w:tc>
      </w:tr>
      <w:tr w:rsidR="00964793" w14:paraId="56203975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EE36810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[年12]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51BFA51" w14:textId="77777777" w:rsidR="00964793" w:rsidRPr="00184C62" w:rsidRDefault="001B1803" w:rsidP="00080172">
            <w:pPr>
              <w:snapToGrid w:val="0"/>
              <w:jc w:val="center"/>
              <w:rPr>
                <w:szCs w:val="21"/>
              </w:rPr>
            </w:pPr>
            <w:r w:rsidRPr="001B1803">
              <w:rPr>
                <w:szCs w:val="21"/>
              </w:rPr>
              <w:t>[月12]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EBA5D" w14:textId="77777777" w:rsidR="00964793" w:rsidRPr="00184C62" w:rsidRDefault="001B1803" w:rsidP="00080172">
            <w:pPr>
              <w:snapToGrid w:val="0"/>
              <w:rPr>
                <w:szCs w:val="21"/>
              </w:rPr>
            </w:pPr>
            <w:r w:rsidRPr="001B1803">
              <w:rPr>
                <w:szCs w:val="21"/>
              </w:rPr>
              <w:t>[歴12]</w:t>
            </w:r>
          </w:p>
        </w:tc>
      </w:tr>
      <w:tr w:rsidR="00964793" w14:paraId="6B1CDC0F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2D4915C5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[年13]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7D4FF5B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[月13]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552943" w14:textId="77777777" w:rsidR="00964793" w:rsidRPr="00184C62" w:rsidRDefault="00194C61" w:rsidP="00080172">
            <w:pPr>
              <w:snapToGrid w:val="0"/>
              <w:rPr>
                <w:szCs w:val="21"/>
              </w:rPr>
            </w:pPr>
            <w:r w:rsidRPr="00194C61">
              <w:rPr>
                <w:szCs w:val="21"/>
              </w:rPr>
              <w:t>[歴13]</w:t>
            </w:r>
          </w:p>
        </w:tc>
      </w:tr>
      <w:tr w:rsidR="00080172" w14:paraId="2C6CCA56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D331ADE" w14:textId="77777777" w:rsidR="00080172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[年14]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C9A9462" w14:textId="77777777" w:rsidR="00080172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[月14]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B565C" w14:textId="77777777" w:rsidR="00080172" w:rsidRPr="00184C62" w:rsidRDefault="00194C61" w:rsidP="00080172">
            <w:pPr>
              <w:snapToGrid w:val="0"/>
              <w:rPr>
                <w:szCs w:val="21"/>
              </w:rPr>
            </w:pPr>
            <w:r w:rsidRPr="00194C61">
              <w:rPr>
                <w:szCs w:val="21"/>
              </w:rPr>
              <w:t>[歴14]</w:t>
            </w:r>
          </w:p>
        </w:tc>
      </w:tr>
      <w:tr w:rsidR="00964793" w14:paraId="5978BC7C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9B0095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[年15]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724EF0" w14:textId="77777777" w:rsidR="00964793" w:rsidRPr="00184C62" w:rsidRDefault="00194C61" w:rsidP="00080172">
            <w:pPr>
              <w:snapToGrid w:val="0"/>
              <w:jc w:val="center"/>
              <w:rPr>
                <w:szCs w:val="21"/>
              </w:rPr>
            </w:pPr>
            <w:r w:rsidRPr="00194C61">
              <w:rPr>
                <w:szCs w:val="21"/>
              </w:rPr>
              <w:t>[月15]</w:t>
            </w:r>
          </w:p>
        </w:tc>
        <w:tc>
          <w:tcPr>
            <w:tcW w:w="78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B1BDD" w14:textId="77777777" w:rsidR="00964793" w:rsidRPr="00184C62" w:rsidRDefault="00194C61" w:rsidP="00080172">
            <w:pPr>
              <w:snapToGrid w:val="0"/>
              <w:rPr>
                <w:szCs w:val="21"/>
              </w:rPr>
            </w:pPr>
            <w:r w:rsidRPr="00194C61">
              <w:rPr>
                <w:szCs w:val="21"/>
              </w:rPr>
              <w:t>[歴15]</w:t>
            </w:r>
          </w:p>
        </w:tc>
      </w:tr>
    </w:tbl>
    <w:p w14:paraId="07E3BAAA" w14:textId="77777777" w:rsidR="00964793" w:rsidRDefault="00964793">
      <w:pPr>
        <w:rPr>
          <w:sz w:val="16"/>
          <w:szCs w:val="16"/>
        </w:rPr>
      </w:pPr>
      <w:r w:rsidRPr="00964793">
        <w:rPr>
          <w:sz w:val="16"/>
          <w:szCs w:val="16"/>
        </w:rPr>
        <w:t>※「性別」欄：記載は任意です。未記載とすることも可能です。</w:t>
      </w:r>
      <w:r w:rsidR="00406BCD">
        <w:rPr>
          <w:sz w:val="16"/>
          <w:szCs w:val="16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0"/>
        <w:gridCol w:w="567"/>
        <w:gridCol w:w="7883"/>
      </w:tblGrid>
      <w:tr w:rsidR="00184C62" w:rsidRPr="00184C62" w14:paraId="336EB0EB" w14:textId="77777777" w:rsidTr="00080172">
        <w:trPr>
          <w:trHeight w:val="476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7CC886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lastRenderedPageBreak/>
              <w:t>年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25A26F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D5496E" w14:textId="77777777" w:rsidR="00184C62" w:rsidRPr="00184C62" w:rsidRDefault="00184C62" w:rsidP="00406BCD">
            <w:pPr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学　歴・職　歴（各別にまとめて書く）</w:t>
            </w:r>
          </w:p>
        </w:tc>
      </w:tr>
      <w:tr w:rsidR="00184C62" w14:paraId="36C723CB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885E470" w14:textId="77777777" w:rsidR="00184C62" w:rsidRDefault="00194C61" w:rsidP="00406BCD">
            <w:pPr>
              <w:snapToGrid w:val="0"/>
              <w:jc w:val="center"/>
            </w:pPr>
            <w:r w:rsidRPr="00194C61">
              <w:t>[年16]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39977F4" w14:textId="77777777" w:rsidR="00184C62" w:rsidRDefault="00194C61" w:rsidP="00406BCD">
            <w:pPr>
              <w:snapToGrid w:val="0"/>
              <w:jc w:val="center"/>
            </w:pPr>
            <w:r w:rsidRPr="00194C61">
              <w:t>[月16]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9B8842" w14:textId="77777777" w:rsidR="00184C62" w:rsidRDefault="00194C61" w:rsidP="00406BCD">
            <w:pPr>
              <w:snapToGrid w:val="0"/>
            </w:pPr>
            <w:r w:rsidRPr="00194C61">
              <w:t>[歴16]</w:t>
            </w:r>
          </w:p>
        </w:tc>
      </w:tr>
      <w:tr w:rsidR="00184C62" w14:paraId="00CA8E5E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0B4F818" w14:textId="77777777" w:rsidR="00184C62" w:rsidRDefault="00194C61" w:rsidP="00406BCD">
            <w:pPr>
              <w:snapToGrid w:val="0"/>
              <w:jc w:val="center"/>
            </w:pPr>
            <w:r w:rsidRPr="00194C61">
              <w:t>[年17]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99E5FED" w14:textId="77777777" w:rsidR="00184C62" w:rsidRDefault="00194C61" w:rsidP="00406BCD">
            <w:pPr>
              <w:snapToGrid w:val="0"/>
              <w:jc w:val="center"/>
            </w:pPr>
            <w:r w:rsidRPr="00194C61">
              <w:t>[月17]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D2CB36" w14:textId="77777777" w:rsidR="00184C62" w:rsidRDefault="00194C61" w:rsidP="00406BCD">
            <w:pPr>
              <w:snapToGrid w:val="0"/>
            </w:pPr>
            <w:r w:rsidRPr="00194C61">
              <w:t>[歴17]</w:t>
            </w:r>
          </w:p>
        </w:tc>
      </w:tr>
      <w:tr w:rsidR="00184C62" w14:paraId="4DC95468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75C46504" w14:textId="77777777" w:rsidR="00184C62" w:rsidRDefault="00194C61" w:rsidP="00406BCD">
            <w:pPr>
              <w:snapToGrid w:val="0"/>
              <w:jc w:val="center"/>
            </w:pPr>
            <w:r w:rsidRPr="00194C61">
              <w:t>[年18]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A64457D" w14:textId="77777777" w:rsidR="00184C62" w:rsidRDefault="00194C61" w:rsidP="00406BCD">
            <w:pPr>
              <w:snapToGrid w:val="0"/>
              <w:jc w:val="center"/>
            </w:pPr>
            <w:r w:rsidRPr="00194C61">
              <w:t>[月18]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CA952A" w14:textId="77777777" w:rsidR="00184C62" w:rsidRDefault="00194C61" w:rsidP="00406BCD">
            <w:pPr>
              <w:snapToGrid w:val="0"/>
            </w:pPr>
            <w:r w:rsidRPr="00194C61">
              <w:t>[歴18]</w:t>
            </w:r>
          </w:p>
        </w:tc>
      </w:tr>
      <w:tr w:rsidR="00184C62" w14:paraId="367B4796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FB8060E" w14:textId="77777777" w:rsidR="00184C62" w:rsidRDefault="00194C61" w:rsidP="00406BCD">
            <w:pPr>
              <w:snapToGrid w:val="0"/>
              <w:jc w:val="center"/>
            </w:pPr>
            <w:r w:rsidRPr="00194C61">
              <w:t>[年19]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1CD0C9F" w14:textId="77777777" w:rsidR="00184C62" w:rsidRDefault="00194C61" w:rsidP="00406BCD">
            <w:pPr>
              <w:snapToGrid w:val="0"/>
              <w:jc w:val="center"/>
            </w:pPr>
            <w:r w:rsidRPr="00194C61">
              <w:t>[月19]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9F8D2" w14:textId="77777777" w:rsidR="00184C62" w:rsidRDefault="00194C61" w:rsidP="00406BCD">
            <w:pPr>
              <w:snapToGrid w:val="0"/>
            </w:pPr>
            <w:r w:rsidRPr="00194C61">
              <w:t>[歴19]</w:t>
            </w:r>
          </w:p>
        </w:tc>
      </w:tr>
      <w:tr w:rsidR="00184C62" w14:paraId="7E36621D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2762148" w14:textId="77777777" w:rsidR="00184C62" w:rsidRDefault="00194C61" w:rsidP="00406BCD">
            <w:pPr>
              <w:snapToGrid w:val="0"/>
              <w:jc w:val="center"/>
            </w:pPr>
            <w:r w:rsidRPr="00194C61">
              <w:t>[年20]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8E7A530" w14:textId="77777777" w:rsidR="00184C62" w:rsidRDefault="00194C61" w:rsidP="00406BCD">
            <w:pPr>
              <w:snapToGrid w:val="0"/>
              <w:jc w:val="center"/>
            </w:pPr>
            <w:r w:rsidRPr="00194C61">
              <w:t>[月20]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B92110" w14:textId="77777777" w:rsidR="00184C62" w:rsidRDefault="00194C61" w:rsidP="00406BCD">
            <w:pPr>
              <w:snapToGrid w:val="0"/>
            </w:pPr>
            <w:r w:rsidRPr="00194C61">
              <w:t>[歴20]</w:t>
            </w:r>
          </w:p>
        </w:tc>
      </w:tr>
      <w:tr w:rsidR="00184C62" w14:paraId="5C147C5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075EE3AE" w14:textId="77777777" w:rsidR="00184C62" w:rsidRDefault="00194C61" w:rsidP="00406BCD">
            <w:pPr>
              <w:snapToGrid w:val="0"/>
              <w:jc w:val="center"/>
            </w:pPr>
            <w:r w:rsidRPr="00194C61">
              <w:t>[年21]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E51487A" w14:textId="77777777" w:rsidR="00184C62" w:rsidRDefault="00194C61" w:rsidP="00406BCD">
            <w:pPr>
              <w:snapToGrid w:val="0"/>
              <w:jc w:val="center"/>
            </w:pPr>
            <w:r w:rsidRPr="00194C61">
              <w:t>[月21]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5647FC" w14:textId="77777777" w:rsidR="00184C62" w:rsidRDefault="00194C61" w:rsidP="00406BCD">
            <w:pPr>
              <w:snapToGrid w:val="0"/>
            </w:pPr>
            <w:r w:rsidRPr="00194C61">
              <w:t>[歴21]</w:t>
            </w:r>
          </w:p>
        </w:tc>
      </w:tr>
      <w:tr w:rsidR="00184C62" w14:paraId="6F4974E0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8F20D50" w14:textId="77777777" w:rsidR="00184C62" w:rsidRDefault="00194C61" w:rsidP="00406BCD">
            <w:pPr>
              <w:snapToGrid w:val="0"/>
              <w:jc w:val="center"/>
            </w:pPr>
            <w:r w:rsidRPr="00194C61">
              <w:t>[年22]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8F58065" w14:textId="77777777" w:rsidR="00184C62" w:rsidRDefault="00194C61" w:rsidP="00406BCD">
            <w:pPr>
              <w:snapToGrid w:val="0"/>
              <w:jc w:val="center"/>
            </w:pPr>
            <w:r w:rsidRPr="00194C61">
              <w:t>[月22]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4B5D5D" w14:textId="77777777" w:rsidR="00184C62" w:rsidRDefault="00194C61" w:rsidP="00406BCD">
            <w:pPr>
              <w:snapToGrid w:val="0"/>
            </w:pPr>
            <w:r w:rsidRPr="00194C61">
              <w:t>[歴22]</w:t>
            </w:r>
          </w:p>
        </w:tc>
      </w:tr>
      <w:tr w:rsidR="00406BCD" w14:paraId="603EAF97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7015A923" w14:textId="77777777" w:rsidR="00184C62" w:rsidRDefault="00184C62" w:rsidP="00406BCD">
            <w:pPr>
              <w:snapToGrid w:val="0"/>
              <w:jc w:val="center"/>
            </w:pPr>
            <w:r w:rsidRPr="00184C62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A0695FC" w14:textId="77777777" w:rsidR="00184C62" w:rsidRDefault="00184C62" w:rsidP="00406BCD">
            <w:pPr>
              <w:snapToGrid w:val="0"/>
              <w:jc w:val="center"/>
            </w:pPr>
            <w:r w:rsidRPr="00184C62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4982C" w14:textId="77777777" w:rsidR="00184C62" w:rsidRPr="00184C62" w:rsidRDefault="00184C62" w:rsidP="00406BCD">
            <w:pPr>
              <w:snapToGrid w:val="0"/>
              <w:jc w:val="center"/>
              <w:rPr>
                <w:sz w:val="24"/>
                <w:szCs w:val="24"/>
              </w:rPr>
            </w:pPr>
            <w:r w:rsidRPr="00184C62">
              <w:rPr>
                <w:sz w:val="24"/>
                <w:szCs w:val="24"/>
              </w:rPr>
              <w:t>免　許・資　格</w:t>
            </w:r>
          </w:p>
        </w:tc>
      </w:tr>
      <w:tr w:rsidR="00184C62" w14:paraId="5411A05F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5FE32B5D" w14:textId="77777777" w:rsidR="00184C62" w:rsidRDefault="00194C61" w:rsidP="00406BCD">
            <w:pPr>
              <w:snapToGrid w:val="0"/>
              <w:jc w:val="center"/>
            </w:pPr>
            <w:r w:rsidRPr="00194C61">
              <w:t>[年23]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9038420" w14:textId="77777777" w:rsidR="00184C62" w:rsidRDefault="00194C61" w:rsidP="00406BCD">
            <w:pPr>
              <w:snapToGrid w:val="0"/>
              <w:jc w:val="center"/>
            </w:pPr>
            <w:r w:rsidRPr="00194C61">
              <w:t>[月23]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F08457" w14:textId="77777777" w:rsidR="00184C62" w:rsidRDefault="00194C61" w:rsidP="00406BCD">
            <w:pPr>
              <w:snapToGrid w:val="0"/>
            </w:pPr>
            <w:r w:rsidRPr="00194C61">
              <w:t>[歴23]</w:t>
            </w:r>
          </w:p>
        </w:tc>
      </w:tr>
      <w:tr w:rsidR="00184C62" w14:paraId="4009B88E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3424124" w14:textId="77777777" w:rsidR="00184C62" w:rsidRDefault="00194C61" w:rsidP="00406BCD">
            <w:pPr>
              <w:snapToGrid w:val="0"/>
              <w:jc w:val="center"/>
            </w:pPr>
            <w:r w:rsidRPr="00194C61">
              <w:t>[年24]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FC9D9BE" w14:textId="77777777" w:rsidR="00184C62" w:rsidRDefault="00194C61" w:rsidP="00406BCD">
            <w:pPr>
              <w:snapToGrid w:val="0"/>
              <w:jc w:val="center"/>
            </w:pPr>
            <w:r w:rsidRPr="00194C61">
              <w:t>[月24]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B33BCB" w14:textId="77777777" w:rsidR="00184C62" w:rsidRDefault="00194C61" w:rsidP="00406BCD">
            <w:pPr>
              <w:snapToGrid w:val="0"/>
            </w:pPr>
            <w:r w:rsidRPr="00194C61">
              <w:t>[歴24]</w:t>
            </w:r>
          </w:p>
        </w:tc>
      </w:tr>
      <w:tr w:rsidR="00184C62" w14:paraId="1CF5ADB8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4FFA094F" w14:textId="77777777" w:rsidR="00184C62" w:rsidRDefault="00194C61" w:rsidP="00406BCD">
            <w:pPr>
              <w:snapToGrid w:val="0"/>
              <w:jc w:val="center"/>
            </w:pPr>
            <w:r w:rsidRPr="00194C61">
              <w:t>[年25]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64400DA" w14:textId="77777777" w:rsidR="00184C62" w:rsidRDefault="00194C61" w:rsidP="00406BCD">
            <w:pPr>
              <w:snapToGrid w:val="0"/>
              <w:jc w:val="center"/>
            </w:pPr>
            <w:r w:rsidRPr="00194C61">
              <w:t>[月25]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E18D47" w14:textId="77777777" w:rsidR="00184C62" w:rsidRDefault="00194C61" w:rsidP="00406BCD">
            <w:pPr>
              <w:snapToGrid w:val="0"/>
            </w:pPr>
            <w:r w:rsidRPr="00194C61">
              <w:t>[歴25]</w:t>
            </w:r>
          </w:p>
        </w:tc>
      </w:tr>
      <w:tr w:rsidR="00184C62" w14:paraId="61E57A0B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181625EA" w14:textId="77777777" w:rsidR="00184C62" w:rsidRDefault="00194C61" w:rsidP="00406BCD">
            <w:pPr>
              <w:snapToGrid w:val="0"/>
              <w:jc w:val="center"/>
            </w:pPr>
            <w:r w:rsidRPr="00194C61">
              <w:t>[年26]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4B95315" w14:textId="77777777" w:rsidR="00184C62" w:rsidRDefault="00194C61" w:rsidP="00406BCD">
            <w:pPr>
              <w:snapToGrid w:val="0"/>
              <w:jc w:val="center"/>
            </w:pPr>
            <w:r w:rsidRPr="00194C61">
              <w:t>[月25]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B514A2" w14:textId="77777777" w:rsidR="00184C62" w:rsidRDefault="00194C61" w:rsidP="00406BCD">
            <w:pPr>
              <w:snapToGrid w:val="0"/>
            </w:pPr>
            <w:r w:rsidRPr="00194C61">
              <w:t>[歴25]</w:t>
            </w:r>
          </w:p>
        </w:tc>
      </w:tr>
      <w:tr w:rsidR="00184C62" w14:paraId="3FCE7E5E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B87E71E" w14:textId="77777777" w:rsidR="00184C62" w:rsidRDefault="00194C61" w:rsidP="00406BCD">
            <w:pPr>
              <w:snapToGrid w:val="0"/>
              <w:jc w:val="center"/>
            </w:pPr>
            <w:r w:rsidRPr="00194C61">
              <w:t>[年27]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7BA2BAF" w14:textId="77777777" w:rsidR="00184C62" w:rsidRDefault="00194C61" w:rsidP="00406BCD">
            <w:pPr>
              <w:snapToGrid w:val="0"/>
              <w:jc w:val="center"/>
            </w:pPr>
            <w:r w:rsidRPr="00194C61">
              <w:t>[月2</w:t>
            </w:r>
            <w:r>
              <w:rPr>
                <w:rFonts w:hint="eastAsia"/>
              </w:rPr>
              <w:t>7</w:t>
            </w:r>
            <w:r w:rsidRPr="00194C61">
              <w:t>]</w:t>
            </w:r>
          </w:p>
        </w:tc>
        <w:tc>
          <w:tcPr>
            <w:tcW w:w="7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2AC4D8" w14:textId="77777777" w:rsidR="00184C62" w:rsidRDefault="00194C61" w:rsidP="00406BCD">
            <w:pPr>
              <w:snapToGrid w:val="0"/>
            </w:pPr>
            <w:r w:rsidRPr="00194C61">
              <w:t>[歴2</w:t>
            </w:r>
            <w:r>
              <w:rPr>
                <w:rFonts w:hint="eastAsia"/>
              </w:rPr>
              <w:t>7</w:t>
            </w:r>
            <w:r w:rsidRPr="00194C61">
              <w:t>]</w:t>
            </w:r>
          </w:p>
        </w:tc>
      </w:tr>
      <w:tr w:rsidR="00406BCD" w14:paraId="1C3F03F1" w14:textId="77777777" w:rsidTr="00080172">
        <w:trPr>
          <w:trHeight w:val="476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D2A533" w14:textId="77777777" w:rsidR="00184C62" w:rsidRDefault="00194C61" w:rsidP="00406BCD">
            <w:pPr>
              <w:snapToGrid w:val="0"/>
              <w:jc w:val="center"/>
            </w:pPr>
            <w:r w:rsidRPr="00194C61">
              <w:t>[年28]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F18998C" w14:textId="77777777" w:rsidR="00184C62" w:rsidRDefault="00194C61" w:rsidP="00406BCD">
            <w:pPr>
              <w:snapToGrid w:val="0"/>
              <w:jc w:val="center"/>
            </w:pPr>
            <w:r w:rsidRPr="00194C61">
              <w:t>[月28]</w:t>
            </w:r>
          </w:p>
        </w:tc>
        <w:tc>
          <w:tcPr>
            <w:tcW w:w="78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79228" w14:textId="77777777" w:rsidR="00184C62" w:rsidRDefault="00194C61" w:rsidP="00406BCD">
            <w:pPr>
              <w:snapToGrid w:val="0"/>
            </w:pPr>
            <w:r w:rsidRPr="00194C61">
              <w:t>[歴28]</w:t>
            </w:r>
          </w:p>
        </w:tc>
      </w:tr>
    </w:tbl>
    <w:p w14:paraId="3886EE52" w14:textId="77777777" w:rsidR="00184C62" w:rsidRPr="00184C62" w:rsidRDefault="00184C62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84C62" w:rsidRPr="00D17537" w14:paraId="4061A430" w14:textId="77777777" w:rsidTr="00406BCD">
        <w:trPr>
          <w:trHeight w:val="397"/>
        </w:trPr>
        <w:tc>
          <w:tcPr>
            <w:tcW w:w="97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B719B5A" w14:textId="77777777" w:rsidR="00184C62" w:rsidRPr="00D17537" w:rsidRDefault="00D17537" w:rsidP="00D17537">
            <w:pPr>
              <w:rPr>
                <w:sz w:val="20"/>
                <w:szCs w:val="20"/>
              </w:rPr>
            </w:pPr>
            <w:r w:rsidRPr="00D17537">
              <w:rPr>
                <w:sz w:val="20"/>
                <w:szCs w:val="20"/>
              </w:rPr>
              <w:t>志望の動機、特技、好きな学科、アピールポイントなど</w:t>
            </w:r>
          </w:p>
        </w:tc>
      </w:tr>
      <w:tr w:rsidR="00184C62" w14:paraId="66F93868" w14:textId="77777777" w:rsidTr="00080172">
        <w:trPr>
          <w:trHeight w:val="3230"/>
        </w:trPr>
        <w:tc>
          <w:tcPr>
            <w:tcW w:w="97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E48CC4" w14:textId="77777777" w:rsidR="00184C62" w:rsidRDefault="00194C61" w:rsidP="00406BCD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[志望]</w:t>
            </w:r>
          </w:p>
        </w:tc>
      </w:tr>
    </w:tbl>
    <w:p w14:paraId="01F5DBB5" w14:textId="77777777" w:rsidR="00184C62" w:rsidRPr="00184C62" w:rsidRDefault="00184C62">
      <w:pPr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84C62" w:rsidRPr="00D17537" w14:paraId="5086866A" w14:textId="77777777" w:rsidTr="00406BCD">
        <w:trPr>
          <w:trHeight w:val="397"/>
        </w:trPr>
        <w:tc>
          <w:tcPr>
            <w:tcW w:w="97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FFA4DC6" w14:textId="77777777" w:rsidR="00184C62" w:rsidRPr="00D17537" w:rsidRDefault="00D17537" w:rsidP="00D17537">
            <w:pPr>
              <w:rPr>
                <w:sz w:val="20"/>
                <w:szCs w:val="20"/>
              </w:rPr>
            </w:pPr>
            <w:r w:rsidRPr="00D17537">
              <w:rPr>
                <w:sz w:val="20"/>
                <w:szCs w:val="20"/>
              </w:rPr>
              <w:t>本人希望記入欄（特に給料・職種・勤務時間・勤務地・その他についての希望などがあれば記入）</w:t>
            </w:r>
          </w:p>
        </w:tc>
      </w:tr>
      <w:tr w:rsidR="00184C62" w14:paraId="3C812FB2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53DF670D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[希望1]</w:t>
            </w:r>
          </w:p>
        </w:tc>
      </w:tr>
      <w:tr w:rsidR="00184C62" w14:paraId="46DD0E6B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430F8E90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[希望2]</w:t>
            </w:r>
          </w:p>
        </w:tc>
      </w:tr>
      <w:tr w:rsidR="00184C62" w14:paraId="05354585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297EEC20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[希望3]</w:t>
            </w:r>
          </w:p>
        </w:tc>
      </w:tr>
      <w:tr w:rsidR="00184C62" w14:paraId="33E3A517" w14:textId="77777777" w:rsidTr="000F4750">
        <w:trPr>
          <w:trHeight w:val="476"/>
        </w:trPr>
        <w:tc>
          <w:tcPr>
            <w:tcW w:w="97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67B8B424" w14:textId="77777777" w:rsidR="00184C62" w:rsidRDefault="00194C61" w:rsidP="000F4750">
            <w:pPr>
              <w:spacing w:line="336" w:lineRule="auto"/>
              <w:rPr>
                <w:sz w:val="16"/>
                <w:szCs w:val="16"/>
              </w:rPr>
            </w:pPr>
            <w:r w:rsidRPr="00194C61">
              <w:rPr>
                <w:sz w:val="16"/>
                <w:szCs w:val="16"/>
              </w:rPr>
              <w:t>[希望4]</w:t>
            </w:r>
          </w:p>
        </w:tc>
      </w:tr>
    </w:tbl>
    <w:p w14:paraId="3F413F4B" w14:textId="77777777" w:rsidR="00184C62" w:rsidRPr="00184C62" w:rsidRDefault="00184C62">
      <w:pPr>
        <w:rPr>
          <w:sz w:val="16"/>
          <w:szCs w:val="16"/>
        </w:rPr>
      </w:pPr>
    </w:p>
    <w:sectPr w:rsidR="00184C62" w:rsidRPr="00184C62" w:rsidSect="00D17537">
      <w:pgSz w:w="11904" w:h="16840" w:code="9"/>
      <w:pgMar w:top="1418" w:right="1077" w:bottom="1134" w:left="1077" w:header="720" w:footer="720" w:gutter="0"/>
      <w:cols w:space="425"/>
      <w:docGrid w:linePitch="365" w:charSpace="5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A30D0" w14:textId="77777777" w:rsidR="00F73DEC" w:rsidRDefault="00F73DEC" w:rsidP="00080172">
      <w:r>
        <w:separator/>
      </w:r>
    </w:p>
  </w:endnote>
  <w:endnote w:type="continuationSeparator" w:id="0">
    <w:p w14:paraId="5EF88F56" w14:textId="77777777" w:rsidR="00F73DEC" w:rsidRDefault="00F73DEC" w:rsidP="0008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97E1" w14:textId="77777777" w:rsidR="00F73DEC" w:rsidRDefault="00F73DEC" w:rsidP="00080172">
      <w:r>
        <w:separator/>
      </w:r>
    </w:p>
  </w:footnote>
  <w:footnote w:type="continuationSeparator" w:id="0">
    <w:p w14:paraId="319582FF" w14:textId="77777777" w:rsidR="00F73DEC" w:rsidRDefault="00F73DEC" w:rsidP="00080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D2F4E"/>
    <w:multiLevelType w:val="hybridMultilevel"/>
    <w:tmpl w:val="87B6DA2C"/>
    <w:lvl w:ilvl="0" w:tplc="CA06065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1879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attachedTemplate r:id="rId1"/>
  <w:defaultTabStop w:val="840"/>
  <w:drawingGridHorizontalSpacing w:val="213"/>
  <w:drawingGridVerticalSpacing w:val="36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1B"/>
    <w:rsid w:val="00043BB1"/>
    <w:rsid w:val="00072F85"/>
    <w:rsid w:val="00080172"/>
    <w:rsid w:val="000F4750"/>
    <w:rsid w:val="00124184"/>
    <w:rsid w:val="00184C62"/>
    <w:rsid w:val="00194C61"/>
    <w:rsid w:val="001B1803"/>
    <w:rsid w:val="001F5DAD"/>
    <w:rsid w:val="002072DF"/>
    <w:rsid w:val="00226D76"/>
    <w:rsid w:val="00406BCD"/>
    <w:rsid w:val="00437795"/>
    <w:rsid w:val="004817FE"/>
    <w:rsid w:val="005A78A4"/>
    <w:rsid w:val="007E3144"/>
    <w:rsid w:val="007F48AA"/>
    <w:rsid w:val="00814F0D"/>
    <w:rsid w:val="00871E8D"/>
    <w:rsid w:val="0093775A"/>
    <w:rsid w:val="00964793"/>
    <w:rsid w:val="009E4F1B"/>
    <w:rsid w:val="00A416F6"/>
    <w:rsid w:val="00BC2369"/>
    <w:rsid w:val="00C22010"/>
    <w:rsid w:val="00CD5701"/>
    <w:rsid w:val="00D07879"/>
    <w:rsid w:val="00D17537"/>
    <w:rsid w:val="00D2514B"/>
    <w:rsid w:val="00D66A8E"/>
    <w:rsid w:val="00D82E10"/>
    <w:rsid w:val="00EA0E5D"/>
    <w:rsid w:val="00F73DEC"/>
    <w:rsid w:val="00FE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F0A6D"/>
  <w15:chartTrackingRefBased/>
  <w15:docId w15:val="{77B83229-A11E-4379-AA2F-A9B8FB47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C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22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801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0172"/>
  </w:style>
  <w:style w:type="paragraph" w:styleId="a7">
    <w:name w:val="footer"/>
    <w:basedOn w:val="a"/>
    <w:link w:val="a8"/>
    <w:uiPriority w:val="99"/>
    <w:unhideWhenUsed/>
    <w:rsid w:val="000801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0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6039;&#26009;\00_&#24540;&#21215;&#26360;&#39006;&#12398;&#20316;&#12426;&#26041;\&#23653;&#27508;&#26360;Word&#29256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82B2-40DD-45D5-BF67-0D9E03AB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履歴書Word版テンプレート.dotx</Template>
  <TotalTime>16</TotalTime>
  <Pages>4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倉田 秀雄</cp:lastModifiedBy>
  <cp:revision>5</cp:revision>
  <dcterms:created xsi:type="dcterms:W3CDTF">2023-06-10T01:49:00Z</dcterms:created>
  <dcterms:modified xsi:type="dcterms:W3CDTF">2023-06-11T00:53:00Z</dcterms:modified>
</cp:coreProperties>
</file>